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9A9" w:rsidRPr="00E31E87" w:rsidRDefault="0069242F" w:rsidP="00E836C2">
      <w:pPr>
        <w:pStyle w:val="Press1-Header"/>
      </w:pPr>
      <w:r w:rsidRPr="00E31E87">
        <w:t xml:space="preserve">Liebherr presents </w:t>
      </w:r>
      <w:r w:rsidR="00132750" w:rsidRPr="00E31E87">
        <w:t>a</w:t>
      </w:r>
      <w:bookmarkStart w:id="0" w:name="_GoBack"/>
      <w:bookmarkEnd w:id="0"/>
      <w:r w:rsidR="00132750" w:rsidRPr="00E31E87">
        <w:t xml:space="preserve">t </w:t>
      </w:r>
      <w:proofErr w:type="spellStart"/>
      <w:r w:rsidR="00132750" w:rsidRPr="00E31E87">
        <w:t>Intermat</w:t>
      </w:r>
      <w:proofErr w:type="spellEnd"/>
      <w:r w:rsidR="00132750" w:rsidRPr="00E31E87">
        <w:t xml:space="preserve"> 2015</w:t>
      </w:r>
      <w:r w:rsidR="00132750">
        <w:t xml:space="preserve"> the</w:t>
      </w:r>
      <w:r w:rsidRPr="00E31E87">
        <w:t xml:space="preserve"> R 946 </w:t>
      </w:r>
      <w:r w:rsidR="00132750">
        <w:t xml:space="preserve">– its first </w:t>
      </w:r>
      <w:r w:rsidRPr="00E31E87">
        <w:t>Stage IV/</w:t>
      </w:r>
      <w:r w:rsidR="00132750">
        <w:t xml:space="preserve"> </w:t>
      </w:r>
      <w:r w:rsidRPr="00E31E87">
        <w:t xml:space="preserve">Tier 4f </w:t>
      </w:r>
      <w:r w:rsidR="00132750">
        <w:t>C</w:t>
      </w:r>
      <w:r w:rsidRPr="00E31E87">
        <w:t xml:space="preserve">rawler </w:t>
      </w:r>
      <w:r w:rsidR="00132750">
        <w:t>E</w:t>
      </w:r>
      <w:r w:rsidRPr="00E31E87">
        <w:t xml:space="preserve">xcavator </w:t>
      </w:r>
      <w:r w:rsidR="00132750">
        <w:t>on Market</w:t>
      </w:r>
    </w:p>
    <w:p w:rsidR="00004EB8" w:rsidRPr="00E31E87" w:rsidRDefault="00004EB8" w:rsidP="00E836C2">
      <w:pPr>
        <w:pStyle w:val="Press1-Header"/>
      </w:pPr>
    </w:p>
    <w:p w:rsidR="00132750" w:rsidRDefault="00132750" w:rsidP="00132750">
      <w:pPr>
        <w:pStyle w:val="Press3-BulletPoints"/>
      </w:pPr>
      <w:r>
        <w:t>A new engine, developed and produced by Liebherr</w:t>
      </w:r>
    </w:p>
    <w:p w:rsidR="00383C16" w:rsidRPr="00E31E87" w:rsidRDefault="0069242F" w:rsidP="00F3213C">
      <w:pPr>
        <w:pStyle w:val="Press3-BulletPoints"/>
      </w:pPr>
      <w:r w:rsidRPr="00E31E87">
        <w:t>A selective catalytic reduction (SCR) system using urea injection to post-treat exhaust gases</w:t>
      </w:r>
    </w:p>
    <w:p w:rsidR="00132750" w:rsidRDefault="00132750" w:rsidP="00F3213C">
      <w:pPr>
        <w:pStyle w:val="Press3-BulletPoints"/>
      </w:pPr>
      <w:r>
        <w:t xml:space="preserve">A cutting edge technology to ensure high performance levels </w:t>
      </w:r>
    </w:p>
    <w:p w:rsidR="00E709A9" w:rsidRPr="00E31E87" w:rsidRDefault="00E709A9" w:rsidP="00132750">
      <w:pPr>
        <w:pStyle w:val="Press3-BulletPoints"/>
        <w:numPr>
          <w:ilvl w:val="0"/>
          <w:numId w:val="0"/>
        </w:numPr>
      </w:pPr>
    </w:p>
    <w:p w:rsidR="009E2C77" w:rsidRPr="00E31E87" w:rsidRDefault="00940259" w:rsidP="00E31E87">
      <w:pPr>
        <w:pStyle w:val="Press4-Lead"/>
        <w:jc w:val="both"/>
      </w:pPr>
      <w:r>
        <w:t>Paris</w:t>
      </w:r>
      <w:r w:rsidRPr="00E31E87">
        <w:t xml:space="preserve"> </w:t>
      </w:r>
      <w:r w:rsidR="00E85805" w:rsidRPr="00E31E87">
        <w:t>(France)</w:t>
      </w:r>
      <w:r>
        <w:t>, 22</w:t>
      </w:r>
      <w:r w:rsidR="00E85805" w:rsidRPr="00E31E87">
        <w:t xml:space="preserve"> January 201</w:t>
      </w:r>
      <w:r w:rsidR="001B7756">
        <w:t>5</w:t>
      </w:r>
      <w:r w:rsidR="00E85805" w:rsidRPr="00E31E87">
        <w:t xml:space="preserve"> – To coincide with the </w:t>
      </w:r>
      <w:r>
        <w:t xml:space="preserve">2015 </w:t>
      </w:r>
      <w:proofErr w:type="spellStart"/>
      <w:r w:rsidR="00E85805" w:rsidRPr="00E31E87">
        <w:t>Intermat</w:t>
      </w:r>
      <w:proofErr w:type="spellEnd"/>
      <w:r w:rsidR="00E85805" w:rsidRPr="00E31E87">
        <w:t xml:space="preserve"> trade fair, Liebherr is unveiling</w:t>
      </w:r>
      <w:r>
        <w:t xml:space="preserve"> the R 946,</w:t>
      </w:r>
      <w:r w:rsidR="00E85805" w:rsidRPr="00E31E87">
        <w:t xml:space="preserve"> its first crawler excavator to meet the stage IV/</w:t>
      </w:r>
      <w:r>
        <w:t xml:space="preserve"> </w:t>
      </w:r>
      <w:r w:rsidR="00E85805" w:rsidRPr="00E31E87">
        <w:t xml:space="preserve">Tier 4f emissions standards. </w:t>
      </w:r>
      <w:proofErr w:type="gramStart"/>
      <w:r w:rsidR="00E85805" w:rsidRPr="00E31E87">
        <w:t>The R 950 SME "Super Mass Excavation", developed using the R 946 base, is specially adapted to quarrying applications and accompanies the launch of this machine.</w:t>
      </w:r>
      <w:proofErr w:type="gramEnd"/>
      <w:r>
        <w:t xml:space="preserve"> </w:t>
      </w:r>
      <w:r w:rsidRPr="00940259">
        <w:t xml:space="preserve">The R 946 will be on display at </w:t>
      </w:r>
      <w:r>
        <w:t xml:space="preserve">the 2015 </w:t>
      </w:r>
      <w:proofErr w:type="spellStart"/>
      <w:r w:rsidRPr="00940259">
        <w:t>Intermat</w:t>
      </w:r>
      <w:proofErr w:type="spellEnd"/>
      <w:r w:rsidRPr="00940259">
        <w:t xml:space="preserve"> with a 6.45 m one-piece boom, a 2.9 m stick, a </w:t>
      </w:r>
      <w:proofErr w:type="gramStart"/>
      <w:r w:rsidRPr="00940259">
        <w:t>2 m</w:t>
      </w:r>
      <w:r w:rsidRPr="00940259">
        <w:rPr>
          <w:vertAlign w:val="superscript"/>
        </w:rPr>
        <w:t>3</w:t>
      </w:r>
      <w:proofErr w:type="gramEnd"/>
      <w:r w:rsidRPr="00940259">
        <w:t xml:space="preserve"> backhoe bucket and an LC </w:t>
      </w:r>
      <w:r>
        <w:t>undercarriage</w:t>
      </w:r>
      <w:r w:rsidRPr="00940259">
        <w:t>.</w:t>
      </w:r>
    </w:p>
    <w:p w:rsidR="00671D00" w:rsidRPr="00E31E87" w:rsidRDefault="008C628A" w:rsidP="00E31E87">
      <w:pPr>
        <w:pStyle w:val="Press5-Body"/>
        <w:jc w:val="both"/>
      </w:pPr>
      <w:r w:rsidRPr="00E31E87">
        <w:t xml:space="preserve">The new R 946 crawler excavator </w:t>
      </w:r>
      <w:r w:rsidR="001E5766">
        <w:t xml:space="preserve">from Liebherr </w:t>
      </w:r>
      <w:r w:rsidRPr="00E31E87">
        <w:t xml:space="preserve">has an operating weight of </w:t>
      </w:r>
      <w:r w:rsidR="00F3213C" w:rsidRPr="00F3213C">
        <w:t xml:space="preserve">approx. 40 </w:t>
      </w:r>
      <w:r w:rsidRPr="00F3213C">
        <w:t>tonnes</w:t>
      </w:r>
      <w:r w:rsidR="00940259" w:rsidRPr="00F3213C">
        <w:t>.</w:t>
      </w:r>
      <w:r w:rsidRPr="00F3213C">
        <w:t xml:space="preserve"> </w:t>
      </w:r>
      <w:r w:rsidR="00940259" w:rsidRPr="00F3213C">
        <w:t>I</w:t>
      </w:r>
      <w:r w:rsidRPr="00F3213C">
        <w:t xml:space="preserve">ts new Liebherr engine delivers 200 kW/272 hp. </w:t>
      </w:r>
      <w:r w:rsidR="00940259" w:rsidRPr="00F3213C">
        <w:t>The</w:t>
      </w:r>
      <w:r w:rsidRPr="00F3213C">
        <w:t xml:space="preserve"> 6-cylind</w:t>
      </w:r>
      <w:r w:rsidRPr="00E31E87">
        <w:t>er Liebherr engine integrates a new stage IV/</w:t>
      </w:r>
      <w:r w:rsidR="001E5766">
        <w:t xml:space="preserve"> </w:t>
      </w:r>
      <w:r w:rsidRPr="00E31E87">
        <w:t>Tier 4</w:t>
      </w:r>
      <w:r w:rsidR="001E5766">
        <w:t>f</w:t>
      </w:r>
      <w:r w:rsidRPr="00E31E87">
        <w:t xml:space="preserve"> </w:t>
      </w:r>
      <w:proofErr w:type="gramStart"/>
      <w:r w:rsidRPr="00E31E87">
        <w:t>exhaust gas treatment system</w:t>
      </w:r>
      <w:proofErr w:type="gramEnd"/>
      <w:r w:rsidRPr="00E31E87">
        <w:t>.</w:t>
      </w:r>
      <w:r w:rsidR="00BA3158">
        <w:t xml:space="preserve"> </w:t>
      </w:r>
      <w:r w:rsidR="00671D00" w:rsidRPr="00E31E87">
        <w:t>This features a selective catalytic reduction (SCR) system using urea injection to post-treat exhaust gases.</w:t>
      </w:r>
    </w:p>
    <w:p w:rsidR="00725E06" w:rsidRPr="00E31E87" w:rsidRDefault="00725E06" w:rsidP="00E31E87">
      <w:pPr>
        <w:pStyle w:val="Press5-Body"/>
        <w:jc w:val="both"/>
      </w:pPr>
      <w:r w:rsidRPr="00E31E87">
        <w:t xml:space="preserve">The robust steel structure of the </w:t>
      </w:r>
      <w:r w:rsidR="00BA3158">
        <w:t xml:space="preserve">Liebherr </w:t>
      </w:r>
      <w:r w:rsidRPr="00E31E87">
        <w:t xml:space="preserve">R 946 crawler excavator is key to the machine's reliability, especially in the most difficult applications. The design of the </w:t>
      </w:r>
      <w:r w:rsidR="00BA3158">
        <w:t>undercarriage</w:t>
      </w:r>
      <w:r w:rsidRPr="00E31E87">
        <w:t xml:space="preserve"> itself improves the machine's performance and service life. The connection of the central component, which extends to the end of the side members ("X" construction) provides better distribution of forces and increases the service life of the travel mechanism, thereby improving the equipment's overall reliability.</w:t>
      </w:r>
    </w:p>
    <w:p w:rsidR="0069262B" w:rsidRPr="00E31E87" w:rsidRDefault="008B0F2D" w:rsidP="00E31E87">
      <w:pPr>
        <w:pStyle w:val="Press5-Body"/>
        <w:jc w:val="both"/>
      </w:pPr>
      <w:r w:rsidRPr="00E31E87">
        <w:t xml:space="preserve">The </w:t>
      </w:r>
      <w:proofErr w:type="gramStart"/>
      <w:r w:rsidRPr="00E31E87">
        <w:t>cutting edge</w:t>
      </w:r>
      <w:proofErr w:type="gramEnd"/>
      <w:r w:rsidRPr="00E31E87">
        <w:t xml:space="preserve"> technology used in the integrated Liebherr systems ensure the crawler excavator offers high levels of performance. This technology is based on Positive Control hydraulic systems, a smart system </w:t>
      </w:r>
      <w:proofErr w:type="gramStart"/>
      <w:r w:rsidRPr="00E31E87">
        <w:t>which</w:t>
      </w:r>
      <w:proofErr w:type="gramEnd"/>
      <w:r w:rsidRPr="00E31E87">
        <w:t xml:space="preserve"> uses sensors placed at strategic locations on an excavator. Each operator control </w:t>
      </w:r>
      <w:proofErr w:type="gramStart"/>
      <w:r w:rsidRPr="00E31E87">
        <w:t>is processed</w:t>
      </w:r>
      <w:proofErr w:type="gramEnd"/>
      <w:r w:rsidRPr="00E31E87">
        <w:t xml:space="preserve"> by the control </w:t>
      </w:r>
      <w:r w:rsidR="00BA3158" w:rsidRPr="00E31E87">
        <w:t>computer, which</w:t>
      </w:r>
      <w:r w:rsidRPr="00E31E87">
        <w:t xml:space="preserve"> optimises the operation of the engine and the hydraulic system. This </w:t>
      </w:r>
      <w:r w:rsidRPr="00E31E87">
        <w:lastRenderedPageBreak/>
        <w:t xml:space="preserve">ensures work is quick, fluid and precise. As needed, the circuits </w:t>
      </w:r>
      <w:proofErr w:type="gramStart"/>
      <w:r w:rsidRPr="00E31E87">
        <w:t>are separated or joined to ensure optimum use of energy</w:t>
      </w:r>
      <w:proofErr w:type="gramEnd"/>
      <w:r w:rsidRPr="00E31E87">
        <w:t>. Every drop of fuel yields the maximum amount of energy.</w:t>
      </w:r>
    </w:p>
    <w:p w:rsidR="002578C5" w:rsidRPr="00E31E87" w:rsidRDefault="002578C5" w:rsidP="00E31E87">
      <w:pPr>
        <w:pStyle w:val="Press5-Body"/>
        <w:jc w:val="both"/>
      </w:pPr>
      <w:r w:rsidRPr="00E31E87">
        <w:t xml:space="preserve">In terms of maintenance, the </w:t>
      </w:r>
      <w:r w:rsidR="00BA3158">
        <w:t xml:space="preserve">Liebherr </w:t>
      </w:r>
      <w:r w:rsidRPr="00E31E87">
        <w:t xml:space="preserve">R 946 </w:t>
      </w:r>
      <w:r w:rsidR="00BA3158">
        <w:t xml:space="preserve">crawler excavator </w:t>
      </w:r>
      <w:proofErr w:type="gramStart"/>
      <w:r w:rsidRPr="00E31E87">
        <w:t>has been designed</w:t>
      </w:r>
      <w:proofErr w:type="gramEnd"/>
      <w:r w:rsidRPr="00E31E87">
        <w:t xml:space="preserve"> to speed up operations carried out every day and improve machine availability. The maintenance areas are easy to access and the R 946 has automatic central lubrication as standard. The operator can also easily check the engine oil and urea solution levels via the control display.</w:t>
      </w:r>
    </w:p>
    <w:p w:rsidR="0069262B" w:rsidRPr="00E31E87" w:rsidRDefault="00BA3158" w:rsidP="00E31E87">
      <w:pPr>
        <w:pStyle w:val="Press5-Body"/>
        <w:jc w:val="both"/>
      </w:pPr>
      <w:r>
        <w:t>The</w:t>
      </w:r>
      <w:r w:rsidR="002578C5" w:rsidRPr="00E31E87">
        <w:t xml:space="preserve"> new R 946 </w:t>
      </w:r>
      <w:r w:rsidR="00F3213C">
        <w:t xml:space="preserve">offers </w:t>
      </w:r>
      <w:r w:rsidR="002578C5" w:rsidRPr="00E31E87">
        <w:t xml:space="preserve">a spacious </w:t>
      </w:r>
      <w:r>
        <w:t>cab that provides a</w:t>
      </w:r>
      <w:r w:rsidR="002578C5" w:rsidRPr="00E31E87">
        <w:t xml:space="preserve"> pleasant working environment</w:t>
      </w:r>
      <w:r>
        <w:t xml:space="preserve"> for the driver</w:t>
      </w:r>
      <w:r w:rsidR="002578C5" w:rsidRPr="00E31E87">
        <w:t xml:space="preserve">. The seat has air suspension as standard to ensure maximum comfort, further enhanced by the ergonomic controls. The large colour 7’’ touchscreen provides a high definition display, compatible with video, and boasts a range of setting, control and monitoring options. Also supplied as standard is fully automatic air conditioning, with 13 air outlets to ensure a constant and pleasant working temperature. The image from the reversing camera, fitted as standard, </w:t>
      </w:r>
      <w:proofErr w:type="gramStart"/>
      <w:r w:rsidR="002578C5" w:rsidRPr="00E31E87">
        <w:t>can also be displayed</w:t>
      </w:r>
      <w:proofErr w:type="gramEnd"/>
      <w:r w:rsidR="002578C5" w:rsidRPr="00E31E87">
        <w:t xml:space="preserve"> on the on-board display.</w:t>
      </w:r>
    </w:p>
    <w:p w:rsidR="00285DBC" w:rsidRPr="00E31E87" w:rsidRDefault="00725E06" w:rsidP="00E31E87">
      <w:pPr>
        <w:pStyle w:val="Press5-Body"/>
        <w:jc w:val="both"/>
      </w:pPr>
      <w:r w:rsidRPr="00E31E87">
        <w:t xml:space="preserve">The integrated </w:t>
      </w:r>
      <w:proofErr w:type="gramStart"/>
      <w:r w:rsidRPr="00E31E87">
        <w:t>roll-over</w:t>
      </w:r>
      <w:proofErr w:type="gramEnd"/>
      <w:r w:rsidRPr="00E31E87">
        <w:t xml:space="preserve"> protection (ROPS) in the cab complies with the ISO-121117 standard and ensures the driver remains safe in all situations. The engine compartment lighting allows maintenance to </w:t>
      </w:r>
      <w:proofErr w:type="gramStart"/>
      <w:r w:rsidRPr="00E31E87">
        <w:t>be carried out</w:t>
      </w:r>
      <w:proofErr w:type="gramEnd"/>
      <w:r w:rsidRPr="00E31E87">
        <w:t xml:space="preserve"> on the machine easily and in complete safety. The lower windshield wiper, 360-degree camera and timed lights-out feature also help to optimise the working environment and ensure it is as safe as possible.</w:t>
      </w:r>
    </w:p>
    <w:p w:rsidR="00E709A9" w:rsidRPr="00E31E87" w:rsidRDefault="00D91DAE" w:rsidP="00E709A9">
      <w:pPr>
        <w:pStyle w:val="Press7-InformationHeadline"/>
      </w:pPr>
      <w:r w:rsidRPr="00E31E87">
        <w:t>Captions</w:t>
      </w:r>
    </w:p>
    <w:p w:rsidR="00F3213C" w:rsidRDefault="00F3213C" w:rsidP="00F3213C">
      <w:pPr>
        <w:pStyle w:val="Press8-Information"/>
      </w:pPr>
      <w:proofErr w:type="gramStart"/>
      <w:r w:rsidRPr="00C55F13">
        <w:t>liebherr-crawler-excavator-r946-0</w:t>
      </w:r>
      <w:r>
        <w:t>1</w:t>
      </w:r>
      <w:r w:rsidRPr="00C55F13">
        <w:t>.jpg</w:t>
      </w:r>
      <w:proofErr w:type="gramEnd"/>
    </w:p>
    <w:p w:rsidR="00A01AF6" w:rsidRDefault="00F3213C" w:rsidP="00E709A9">
      <w:pPr>
        <w:pStyle w:val="Press8-Information"/>
      </w:pPr>
      <w:r>
        <w:t xml:space="preserve">The new R 946 </w:t>
      </w:r>
      <w:r w:rsidRPr="00E31E87">
        <w:t>crawler excavator</w:t>
      </w:r>
      <w:r>
        <w:t xml:space="preserve"> from Liebherr</w:t>
      </w:r>
      <w:r w:rsidRPr="00E31E87">
        <w:t xml:space="preserve"> meet</w:t>
      </w:r>
      <w:r>
        <w:t>s</w:t>
      </w:r>
      <w:r w:rsidRPr="00E31E87">
        <w:t xml:space="preserve"> stage IV/</w:t>
      </w:r>
      <w:r>
        <w:t xml:space="preserve"> </w:t>
      </w:r>
      <w:r w:rsidRPr="00E31E87">
        <w:t>Tier 4f emissions standards</w:t>
      </w:r>
    </w:p>
    <w:p w:rsidR="00F3213C" w:rsidRDefault="00F3213C" w:rsidP="00E709A9">
      <w:pPr>
        <w:pStyle w:val="Press8-Information"/>
      </w:pPr>
    </w:p>
    <w:p w:rsidR="00F3213C" w:rsidRDefault="00F3213C" w:rsidP="00F3213C">
      <w:pPr>
        <w:pStyle w:val="Press8-Information"/>
      </w:pPr>
      <w:proofErr w:type="gramStart"/>
      <w:r w:rsidRPr="00C55F13">
        <w:t>liebherr-crawler-excavator-r946-02.jpg</w:t>
      </w:r>
      <w:proofErr w:type="gramEnd"/>
    </w:p>
    <w:p w:rsidR="00E709A9" w:rsidRDefault="00F3213C" w:rsidP="00E709A9">
      <w:pPr>
        <w:pStyle w:val="Press8-Information"/>
      </w:pPr>
      <w:r w:rsidRPr="00E31E87">
        <w:t xml:space="preserve">The new R 946 crawler excavator </w:t>
      </w:r>
      <w:r>
        <w:t>from Liebherr features a</w:t>
      </w:r>
      <w:r w:rsidRPr="00F3213C">
        <w:t xml:space="preserve"> Liebherr </w:t>
      </w:r>
      <w:r>
        <w:t xml:space="preserve">diesel </w:t>
      </w:r>
      <w:r w:rsidRPr="00F3213C">
        <w:t xml:space="preserve">engine </w:t>
      </w:r>
      <w:r>
        <w:t xml:space="preserve">that delivers 200 kW/272 </w:t>
      </w:r>
      <w:proofErr w:type="spellStart"/>
      <w:r>
        <w:t>hp</w:t>
      </w:r>
      <w:proofErr w:type="spellEnd"/>
    </w:p>
    <w:p w:rsidR="00F3213C" w:rsidRPr="00E31E87" w:rsidRDefault="00F3213C" w:rsidP="00E709A9">
      <w:pPr>
        <w:pStyle w:val="Press8-Information"/>
      </w:pPr>
    </w:p>
    <w:p w:rsidR="00E709A9" w:rsidRPr="00E31E87" w:rsidRDefault="00E836C2" w:rsidP="00E709A9">
      <w:pPr>
        <w:pStyle w:val="Press7-InformationHeadline"/>
      </w:pPr>
      <w:r w:rsidRPr="00E31E87">
        <w:lastRenderedPageBreak/>
        <w:t>Contact</w:t>
      </w:r>
    </w:p>
    <w:p w:rsidR="00E709A9" w:rsidRPr="00E31E87" w:rsidRDefault="00A245E0" w:rsidP="00E709A9">
      <w:pPr>
        <w:pStyle w:val="Press8-Information"/>
      </w:pPr>
      <w:r w:rsidRPr="00E31E87">
        <w:t>Catherine Pierrat</w:t>
      </w:r>
    </w:p>
    <w:p w:rsidR="00E709A9" w:rsidRPr="00E31E87" w:rsidRDefault="00A245E0" w:rsidP="00E709A9">
      <w:pPr>
        <w:pStyle w:val="Press8-Information"/>
      </w:pPr>
      <w:r w:rsidRPr="00E31E87">
        <w:t>Marketing &amp; Communications Manager</w:t>
      </w:r>
    </w:p>
    <w:p w:rsidR="00E709A9" w:rsidRPr="00E31E87" w:rsidRDefault="00F73D9D" w:rsidP="00E709A9">
      <w:pPr>
        <w:pStyle w:val="Press8-Information"/>
      </w:pPr>
      <w:r w:rsidRPr="00E31E87">
        <w:t>Tel.: +333 89 21 30 70</w:t>
      </w:r>
    </w:p>
    <w:p w:rsidR="00E709A9" w:rsidRPr="00E31E87" w:rsidRDefault="00E709A9" w:rsidP="00E709A9">
      <w:pPr>
        <w:pStyle w:val="Press8-Information"/>
      </w:pPr>
      <w:r w:rsidRPr="00E31E87">
        <w:t>Email: catherine.pierrat@liebherr.com</w:t>
      </w:r>
    </w:p>
    <w:p w:rsidR="00E709A9" w:rsidRPr="00E31E87" w:rsidRDefault="00E709A9" w:rsidP="00E709A9">
      <w:pPr>
        <w:pStyle w:val="Press8-Information"/>
      </w:pPr>
    </w:p>
    <w:p w:rsidR="00E709A9" w:rsidRPr="00E31E87" w:rsidRDefault="00D91DAE" w:rsidP="00E709A9">
      <w:pPr>
        <w:pStyle w:val="Press7-InformationHeadline"/>
      </w:pPr>
      <w:r w:rsidRPr="00E31E87">
        <w:t>Published by</w:t>
      </w:r>
    </w:p>
    <w:p w:rsidR="00E709A9" w:rsidRPr="00132750" w:rsidRDefault="00E709A9" w:rsidP="00E709A9">
      <w:pPr>
        <w:pStyle w:val="Press8-Information"/>
        <w:rPr>
          <w:lang w:val="de-DE"/>
        </w:rPr>
      </w:pPr>
      <w:r w:rsidRPr="00132750">
        <w:rPr>
          <w:lang w:val="de-DE"/>
        </w:rPr>
        <w:t>Liebherr-France SAS</w:t>
      </w:r>
    </w:p>
    <w:p w:rsidR="00E709A9" w:rsidRPr="00132750" w:rsidRDefault="00A245E0" w:rsidP="00E709A9">
      <w:pPr>
        <w:pStyle w:val="Press8-Information"/>
        <w:rPr>
          <w:lang w:val="de-DE"/>
        </w:rPr>
      </w:pPr>
      <w:r w:rsidRPr="00132750">
        <w:rPr>
          <w:lang w:val="de-DE"/>
        </w:rPr>
        <w:t>Colmar/France</w:t>
      </w:r>
    </w:p>
    <w:p w:rsidR="00B00112" w:rsidRPr="00132750" w:rsidRDefault="00FC08C9" w:rsidP="00E709A9">
      <w:pPr>
        <w:pStyle w:val="Press8-Information"/>
        <w:rPr>
          <w:lang w:val="de-DE"/>
        </w:rPr>
      </w:pPr>
      <w:r w:rsidRPr="00132750">
        <w:rPr>
          <w:lang w:val="de-DE"/>
        </w:rPr>
        <w:t>www.liebherr.com</w:t>
      </w:r>
    </w:p>
    <w:sectPr w:rsidR="00B00112" w:rsidRPr="00132750" w:rsidSect="00D0217E">
      <w:footerReference w:type="default" r:id="rId8"/>
      <w:headerReference w:type="first" r:id="rId9"/>
      <w:footerReference w:type="first" r:id="rId10"/>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30A" w:rsidRDefault="000C630A">
      <w:r>
        <w:separator/>
      </w:r>
    </w:p>
  </w:endnote>
  <w:endnote w:type="continuationSeparator" w:id="0">
    <w:p w:rsidR="000C630A" w:rsidRDefault="000C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77413F" w:rsidRDefault="00257F17" w:rsidP="00B00112">
    <w:pPr>
      <w:pStyle w:val="Press5-Body"/>
    </w:pPr>
    <w:r w:rsidRPr="0077413F">
      <w:fldChar w:fldCharType="begin"/>
    </w:r>
    <w:r w:rsidR="0046670D" w:rsidRPr="0077413F">
      <w:instrText xml:space="preserve"> PAGE </w:instrText>
    </w:r>
    <w:r w:rsidRPr="0077413F">
      <w:fldChar w:fldCharType="separate"/>
    </w:r>
    <w:r w:rsidR="0031655B">
      <w:rPr>
        <w:noProof/>
      </w:rPr>
      <w:t>3</w:t>
    </w:r>
    <w:r w:rsidRPr="0077413F">
      <w:fldChar w:fldCharType="end"/>
    </w:r>
    <w:r w:rsidR="00893A77">
      <w:t xml:space="preserve"> / </w:t>
    </w:r>
    <w:r>
      <w:fldChar w:fldCharType="begin"/>
    </w:r>
    <w:r w:rsidR="00FC08C9">
      <w:instrText xml:space="preserve"> NUMPAGES </w:instrText>
    </w:r>
    <w:r>
      <w:fldChar w:fldCharType="separate"/>
    </w:r>
    <w:r w:rsidR="0031655B">
      <w:rPr>
        <w:noProof/>
      </w:rPr>
      <w:t>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0761F2" w:rsidRDefault="00257F17" w:rsidP="00D26512">
    <w:pPr>
      <w:pStyle w:val="Press8-Information"/>
    </w:pPr>
    <w:r w:rsidRPr="000761F2">
      <w:fldChar w:fldCharType="begin"/>
    </w:r>
    <w:r w:rsidR="0046670D" w:rsidRPr="000761F2">
      <w:instrText xml:space="preserve"> PAGE </w:instrText>
    </w:r>
    <w:r w:rsidRPr="000761F2">
      <w:fldChar w:fldCharType="separate"/>
    </w:r>
    <w:r w:rsidR="0031655B">
      <w:rPr>
        <w:noProof/>
      </w:rPr>
      <w:t>1</w:t>
    </w:r>
    <w:r w:rsidRPr="000761F2">
      <w:fldChar w:fldCharType="end"/>
    </w:r>
    <w:r w:rsidR="00893A77">
      <w:t xml:space="preserve"> / </w:t>
    </w:r>
    <w:r>
      <w:fldChar w:fldCharType="begin"/>
    </w:r>
    <w:r w:rsidR="00FC08C9">
      <w:instrText xml:space="preserve"> NUMPAGES </w:instrText>
    </w:r>
    <w:r>
      <w:fldChar w:fldCharType="separate"/>
    </w:r>
    <w:r w:rsidR="0031655B">
      <w:rPr>
        <w:noProof/>
      </w:rPr>
      <w:t>3</w:t>
    </w:r>
    <w:r>
      <w:rPr>
        <w:noProof/>
      </w:rPr>
      <w:fldChar w:fldCharType="end"/>
    </w:r>
    <w:r w:rsidR="00893A77">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30A" w:rsidRDefault="000C630A">
      <w:r>
        <w:separator/>
      </w:r>
    </w:p>
  </w:footnote>
  <w:footnote w:type="continuationSeparator" w:id="0">
    <w:p w:rsidR="000C630A" w:rsidRDefault="000C63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55B" w:rsidRPr="0046670D" w:rsidRDefault="0031655B" w:rsidP="0031655B">
    <w:pPr>
      <w:pStyle w:val="Press1-Header"/>
    </w:pPr>
  </w:p>
  <w:p w:rsidR="0031655B" w:rsidRDefault="0031655B" w:rsidP="0031655B">
    <w:pPr>
      <w:pStyle w:val="Press1-Header"/>
    </w:pPr>
  </w:p>
  <w:p w:rsidR="0031655B" w:rsidRDefault="0031655B" w:rsidP="0031655B">
    <w:pPr>
      <w:pStyle w:val="Press1-Header"/>
    </w:pPr>
    <w:r w:rsidRPr="0046670D">
      <w:rPr>
        <w:noProof/>
        <w:lang w:val="de-DE"/>
      </w:rPr>
      <w:drawing>
        <wp:anchor distT="0" distB="0" distL="114300" distR="114300" simplePos="0" relativeHeight="251660288" behindDoc="0" locked="0" layoutInCell="1" allowOverlap="1" wp14:anchorId="329AC19C" wp14:editId="76024513">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rsidR="0031655B" w:rsidRDefault="0031655B" w:rsidP="0031655B">
    <w:pPr>
      <w:pStyle w:val="Press1-Header"/>
    </w:pPr>
    <w:r>
      <w:tab/>
    </w:r>
    <w:proofErr w:type="gramStart"/>
    <w:r>
      <w:t>information</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6A029F"/>
    <w:multiLevelType w:val="hybridMultilevel"/>
    <w:tmpl w:val="C0EA42D8"/>
    <w:lvl w:ilvl="0" w:tplc="040C0017">
      <w:start w:val="1"/>
      <w:numFmt w:val="lowerLetter"/>
      <w:lvlText w:val="%1)"/>
      <w:lvlJc w:val="left"/>
      <w:pPr>
        <w:ind w:left="720" w:hanging="360"/>
      </w:pPr>
      <w:rPr>
        <w:rFonts w:cs="Times New Roman"/>
      </w:rPr>
    </w:lvl>
    <w:lvl w:ilvl="1" w:tplc="040C0019">
      <w:start w:val="1"/>
      <w:numFmt w:val="lowerLetter"/>
      <w:lvlText w:val="%2."/>
      <w:lvlJc w:val="left"/>
      <w:pPr>
        <w:ind w:left="1440" w:hanging="360"/>
      </w:pPr>
      <w:rPr>
        <w:rFonts w:cs="Times New Roman"/>
      </w:rPr>
    </w:lvl>
    <w:lvl w:ilvl="2" w:tplc="040C001B">
      <w:start w:val="1"/>
      <w:numFmt w:val="lowerRoman"/>
      <w:lvlText w:val="%3."/>
      <w:lvlJc w:val="right"/>
      <w:pPr>
        <w:ind w:left="2160" w:hanging="180"/>
      </w:pPr>
      <w:rPr>
        <w:rFonts w:cs="Times New Roman"/>
      </w:rPr>
    </w:lvl>
    <w:lvl w:ilvl="3" w:tplc="040C000F">
      <w:start w:val="1"/>
      <w:numFmt w:val="decimal"/>
      <w:lvlText w:val="%4."/>
      <w:lvlJc w:val="left"/>
      <w:pPr>
        <w:ind w:left="2880" w:hanging="360"/>
      </w:pPr>
      <w:rPr>
        <w:rFonts w:cs="Times New Roman"/>
      </w:rPr>
    </w:lvl>
    <w:lvl w:ilvl="4" w:tplc="040C0019">
      <w:start w:val="1"/>
      <w:numFmt w:val="lowerLetter"/>
      <w:lvlText w:val="%5."/>
      <w:lvlJc w:val="left"/>
      <w:pPr>
        <w:ind w:left="3600" w:hanging="360"/>
      </w:pPr>
      <w:rPr>
        <w:rFonts w:cs="Times New Roman"/>
      </w:rPr>
    </w:lvl>
    <w:lvl w:ilvl="5" w:tplc="040C001B">
      <w:start w:val="1"/>
      <w:numFmt w:val="lowerRoman"/>
      <w:lvlText w:val="%6."/>
      <w:lvlJc w:val="right"/>
      <w:pPr>
        <w:ind w:left="4320" w:hanging="180"/>
      </w:pPr>
      <w:rPr>
        <w:rFonts w:cs="Times New Roman"/>
      </w:rPr>
    </w:lvl>
    <w:lvl w:ilvl="6" w:tplc="040C000F">
      <w:start w:val="1"/>
      <w:numFmt w:val="decimal"/>
      <w:lvlText w:val="%7."/>
      <w:lvlJc w:val="left"/>
      <w:pPr>
        <w:ind w:left="5040" w:hanging="360"/>
      </w:pPr>
      <w:rPr>
        <w:rFonts w:cs="Times New Roman"/>
      </w:rPr>
    </w:lvl>
    <w:lvl w:ilvl="7" w:tplc="040C0019">
      <w:start w:val="1"/>
      <w:numFmt w:val="lowerLetter"/>
      <w:lvlText w:val="%8."/>
      <w:lvlJc w:val="left"/>
      <w:pPr>
        <w:ind w:left="5760" w:hanging="360"/>
      </w:pPr>
      <w:rPr>
        <w:rFonts w:cs="Times New Roman"/>
      </w:rPr>
    </w:lvl>
    <w:lvl w:ilvl="8" w:tplc="040C001B">
      <w:start w:val="1"/>
      <w:numFmt w:val="lowerRoman"/>
      <w:lvlText w:val="%9."/>
      <w:lvlJc w:val="right"/>
      <w:pPr>
        <w:ind w:left="6480" w:hanging="180"/>
      </w:pPr>
      <w:rPr>
        <w:rFonts w:cs="Times New Roman"/>
      </w:rPr>
    </w:lvl>
  </w:abstractNum>
  <w:abstractNum w:abstractNumId="1">
    <w:nsid w:val="39BC281A"/>
    <w:multiLevelType w:val="hybridMultilevel"/>
    <w:tmpl w:val="B1CA18BE"/>
    <w:lvl w:ilvl="0" w:tplc="9DE6F59C">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
  <w:rsids>
    <w:rsidRoot w:val="00E709A9"/>
    <w:rsid w:val="00000BA9"/>
    <w:rsid w:val="00004EB8"/>
    <w:rsid w:val="00025C7C"/>
    <w:rsid w:val="0004617A"/>
    <w:rsid w:val="00072FC0"/>
    <w:rsid w:val="000761F2"/>
    <w:rsid w:val="000843E8"/>
    <w:rsid w:val="000C630A"/>
    <w:rsid w:val="000E5B47"/>
    <w:rsid w:val="000F1BBB"/>
    <w:rsid w:val="00127068"/>
    <w:rsid w:val="00132750"/>
    <w:rsid w:val="00134024"/>
    <w:rsid w:val="00134BA9"/>
    <w:rsid w:val="0013792B"/>
    <w:rsid w:val="00152FE3"/>
    <w:rsid w:val="00154C0F"/>
    <w:rsid w:val="0016211E"/>
    <w:rsid w:val="00181723"/>
    <w:rsid w:val="00181EC4"/>
    <w:rsid w:val="001A2028"/>
    <w:rsid w:val="001B7756"/>
    <w:rsid w:val="001E5766"/>
    <w:rsid w:val="00200100"/>
    <w:rsid w:val="002240E0"/>
    <w:rsid w:val="00225077"/>
    <w:rsid w:val="0024330D"/>
    <w:rsid w:val="00250B12"/>
    <w:rsid w:val="002578C5"/>
    <w:rsid w:val="00257F17"/>
    <w:rsid w:val="00285DBC"/>
    <w:rsid w:val="002E21A6"/>
    <w:rsid w:val="002E3E13"/>
    <w:rsid w:val="00301884"/>
    <w:rsid w:val="00305804"/>
    <w:rsid w:val="00313A6F"/>
    <w:rsid w:val="0031655B"/>
    <w:rsid w:val="003206E8"/>
    <w:rsid w:val="00337A9E"/>
    <w:rsid w:val="00340947"/>
    <w:rsid w:val="0035678B"/>
    <w:rsid w:val="00383C16"/>
    <w:rsid w:val="00393605"/>
    <w:rsid w:val="003D7474"/>
    <w:rsid w:val="003E3D16"/>
    <w:rsid w:val="00420332"/>
    <w:rsid w:val="00431732"/>
    <w:rsid w:val="0046670D"/>
    <w:rsid w:val="00467C21"/>
    <w:rsid w:val="00474E3B"/>
    <w:rsid w:val="00474E63"/>
    <w:rsid w:val="0047549B"/>
    <w:rsid w:val="004807B0"/>
    <w:rsid w:val="004C1DA3"/>
    <w:rsid w:val="005166B8"/>
    <w:rsid w:val="0053331B"/>
    <w:rsid w:val="005627FC"/>
    <w:rsid w:val="00567B4E"/>
    <w:rsid w:val="005817F6"/>
    <w:rsid w:val="005B0DF2"/>
    <w:rsid w:val="00640716"/>
    <w:rsid w:val="006506C0"/>
    <w:rsid w:val="00671D00"/>
    <w:rsid w:val="00680C74"/>
    <w:rsid w:val="00686226"/>
    <w:rsid w:val="0069242F"/>
    <w:rsid w:val="0069262B"/>
    <w:rsid w:val="006B023F"/>
    <w:rsid w:val="006C2AA8"/>
    <w:rsid w:val="006F14C3"/>
    <w:rsid w:val="006F4562"/>
    <w:rsid w:val="006F4810"/>
    <w:rsid w:val="00701290"/>
    <w:rsid w:val="007204FF"/>
    <w:rsid w:val="00722187"/>
    <w:rsid w:val="00725E06"/>
    <w:rsid w:val="0077413F"/>
    <w:rsid w:val="007A2A4F"/>
    <w:rsid w:val="007B53BB"/>
    <w:rsid w:val="007B6A58"/>
    <w:rsid w:val="007D64AE"/>
    <w:rsid w:val="007E7A88"/>
    <w:rsid w:val="007F31B7"/>
    <w:rsid w:val="00806E22"/>
    <w:rsid w:val="0085500B"/>
    <w:rsid w:val="00856F33"/>
    <w:rsid w:val="00893A77"/>
    <w:rsid w:val="008B0F2D"/>
    <w:rsid w:val="008C628A"/>
    <w:rsid w:val="008D0046"/>
    <w:rsid w:val="00907CFC"/>
    <w:rsid w:val="009262F1"/>
    <w:rsid w:val="00940259"/>
    <w:rsid w:val="00952B00"/>
    <w:rsid w:val="00972D0B"/>
    <w:rsid w:val="0098001E"/>
    <w:rsid w:val="009941A4"/>
    <w:rsid w:val="009A71FB"/>
    <w:rsid w:val="009B35D2"/>
    <w:rsid w:val="009C39CC"/>
    <w:rsid w:val="009C67BF"/>
    <w:rsid w:val="009E2C77"/>
    <w:rsid w:val="009F19EC"/>
    <w:rsid w:val="00A01AF6"/>
    <w:rsid w:val="00A02FC8"/>
    <w:rsid w:val="00A03632"/>
    <w:rsid w:val="00A05045"/>
    <w:rsid w:val="00A22DA1"/>
    <w:rsid w:val="00A245E0"/>
    <w:rsid w:val="00A31582"/>
    <w:rsid w:val="00A536AC"/>
    <w:rsid w:val="00AB0F03"/>
    <w:rsid w:val="00AD5274"/>
    <w:rsid w:val="00B00112"/>
    <w:rsid w:val="00BA3158"/>
    <w:rsid w:val="00BB0C9C"/>
    <w:rsid w:val="00BB3D2B"/>
    <w:rsid w:val="00BC649C"/>
    <w:rsid w:val="00BD2529"/>
    <w:rsid w:val="00BD2D90"/>
    <w:rsid w:val="00BD6E8D"/>
    <w:rsid w:val="00C22519"/>
    <w:rsid w:val="00C357D7"/>
    <w:rsid w:val="00C50F90"/>
    <w:rsid w:val="00C51916"/>
    <w:rsid w:val="00C94F34"/>
    <w:rsid w:val="00CA7C33"/>
    <w:rsid w:val="00D0217E"/>
    <w:rsid w:val="00D142DE"/>
    <w:rsid w:val="00D26512"/>
    <w:rsid w:val="00D91DAE"/>
    <w:rsid w:val="00D942BC"/>
    <w:rsid w:val="00DC6BB8"/>
    <w:rsid w:val="00DE3A43"/>
    <w:rsid w:val="00DF5B5B"/>
    <w:rsid w:val="00E31E87"/>
    <w:rsid w:val="00E42724"/>
    <w:rsid w:val="00E51827"/>
    <w:rsid w:val="00E64833"/>
    <w:rsid w:val="00E709A9"/>
    <w:rsid w:val="00E836C2"/>
    <w:rsid w:val="00E8415B"/>
    <w:rsid w:val="00E85805"/>
    <w:rsid w:val="00EA351E"/>
    <w:rsid w:val="00EB3FF4"/>
    <w:rsid w:val="00EB46D3"/>
    <w:rsid w:val="00EE2DB6"/>
    <w:rsid w:val="00EE2F3B"/>
    <w:rsid w:val="00F262FC"/>
    <w:rsid w:val="00F3213C"/>
    <w:rsid w:val="00F33BCD"/>
    <w:rsid w:val="00F3648B"/>
    <w:rsid w:val="00F54E62"/>
    <w:rsid w:val="00F64AD6"/>
    <w:rsid w:val="00F73D9D"/>
    <w:rsid w:val="00F95DA3"/>
    <w:rsid w:val="00FB285A"/>
    <w:rsid w:val="00FC08C9"/>
    <w:rsid w:val="00FD30F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C8AD65F3-70AC-474A-99B7-9FF24EDEB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qFormat/>
    <w:rsid w:val="00D91DAE"/>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AB0F03"/>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132750"/>
    <w:pPr>
      <w:numPr>
        <w:numId w:val="2"/>
      </w:numPr>
      <w:spacing w:after="0"/>
      <w:ind w:left="426" w:hanging="426"/>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E836C2"/>
    <w:pPr>
      <w:tabs>
        <w:tab w:val="left" w:pos="6237"/>
      </w:tabs>
      <w:spacing w:after="0" w:line="240" w:lineRule="auto"/>
      <w:ind w:right="-143"/>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004EB8"/>
    <w:rPr>
      <w:sz w:val="16"/>
      <w:szCs w:val="16"/>
    </w:rPr>
  </w:style>
  <w:style w:type="paragraph" w:styleId="Kommentartext">
    <w:name w:val="annotation text"/>
    <w:basedOn w:val="Standard"/>
    <w:link w:val="KommentartextZchn"/>
    <w:semiHidden/>
    <w:unhideWhenUsed/>
    <w:rsid w:val="00004EB8"/>
    <w:rPr>
      <w:sz w:val="20"/>
      <w:szCs w:val="20"/>
    </w:rPr>
  </w:style>
  <w:style w:type="character" w:customStyle="1" w:styleId="KommentartextZchn">
    <w:name w:val="Kommentartext Zchn"/>
    <w:basedOn w:val="Absatz-Standardschriftart"/>
    <w:link w:val="Kommentartext"/>
    <w:semiHidden/>
    <w:rsid w:val="00004EB8"/>
  </w:style>
  <w:style w:type="paragraph" w:styleId="Kommentarthema">
    <w:name w:val="annotation subject"/>
    <w:basedOn w:val="Kommentartext"/>
    <w:next w:val="Kommentartext"/>
    <w:link w:val="KommentarthemaZchn"/>
    <w:semiHidden/>
    <w:unhideWhenUsed/>
    <w:rsid w:val="00004EB8"/>
    <w:rPr>
      <w:b/>
      <w:bCs/>
    </w:rPr>
  </w:style>
  <w:style w:type="character" w:customStyle="1" w:styleId="KommentarthemaZchn">
    <w:name w:val="Kommentarthema Zchn"/>
    <w:basedOn w:val="KommentartextZchn"/>
    <w:link w:val="Kommentarthema"/>
    <w:semiHidden/>
    <w:rsid w:val="00004EB8"/>
    <w:rPr>
      <w:b/>
      <w:bCs/>
    </w:rPr>
  </w:style>
  <w:style w:type="paragraph" w:customStyle="1" w:styleId="Press3-Body">
    <w:name w:val="Press 3 - Body"/>
    <w:basedOn w:val="Standard"/>
    <w:autoRedefine/>
    <w:qFormat/>
    <w:rsid w:val="00127068"/>
    <w:pPr>
      <w:spacing w:after="360" w:line="360" w:lineRule="auto"/>
      <w:jc w:val="both"/>
    </w:pPr>
    <w:rPr>
      <w:rFonts w:ascii="Arial" w:hAnsi="Arial" w:cs="Arial"/>
      <w:color w:val="000000"/>
    </w:rPr>
  </w:style>
  <w:style w:type="paragraph" w:customStyle="1" w:styleId="Default">
    <w:name w:val="Default"/>
    <w:rsid w:val="00127068"/>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244662">
      <w:bodyDiv w:val="1"/>
      <w:marLeft w:val="0"/>
      <w:marRight w:val="0"/>
      <w:marTop w:val="0"/>
      <w:marBottom w:val="0"/>
      <w:divBdr>
        <w:top w:val="none" w:sz="0" w:space="0" w:color="auto"/>
        <w:left w:val="none" w:sz="0" w:space="0" w:color="auto"/>
        <w:bottom w:val="none" w:sz="0" w:space="0" w:color="auto"/>
        <w:right w:val="none" w:sz="0" w:space="0" w:color="auto"/>
      </w:divBdr>
    </w:div>
    <w:div w:id="1136139398">
      <w:bodyDiv w:val="1"/>
      <w:marLeft w:val="0"/>
      <w:marRight w:val="0"/>
      <w:marTop w:val="0"/>
      <w:marBottom w:val="0"/>
      <w:divBdr>
        <w:top w:val="none" w:sz="0" w:space="0" w:color="auto"/>
        <w:left w:val="none" w:sz="0" w:space="0" w:color="auto"/>
        <w:bottom w:val="none" w:sz="0" w:space="0" w:color="auto"/>
        <w:right w:val="none" w:sz="0" w:space="0" w:color="auto"/>
      </w:divBdr>
    </w:div>
    <w:div w:id="1686710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552A18-D396-4899-B764-8FFD19581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E8D7246D.dotm</Template>
  <TotalTime>0</TotalTime>
  <Pages>3</Pages>
  <Words>561</Words>
  <Characters>3540</Characters>
  <Application>Microsoft Office Word</Application>
  <DocSecurity>0</DocSecurity>
  <Lines>29</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Communique de presse</vt:lpstr>
      <vt:lpstr>Communique de presse</vt:lpstr>
    </vt:vector>
  </TitlesOfParts>
  <Company>Liebherr</Company>
  <LinksUpToDate>false</LinksUpToDate>
  <CharactersWithSpaces>4093</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Communique de presse</dc:title>
  <dc:subject/>
  <dc:creator>Liebherr</dc:creator>
  <cp:keywords/>
  <dc:description/>
  <cp:lastModifiedBy>Stoll Daniela (LHO)</cp:lastModifiedBy>
  <cp:revision>4</cp:revision>
  <cp:lastPrinted>2015-01-19T07:42:00Z</cp:lastPrinted>
  <dcterms:created xsi:type="dcterms:W3CDTF">2015-01-09T12:50:00Z</dcterms:created>
  <dcterms:modified xsi:type="dcterms:W3CDTF">2015-01-19T07:43:00Z</dcterms:modified>
</cp:coreProperties>
</file>